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80F" w:rsidRPr="00C7621D" w:rsidRDefault="00BD480F" w:rsidP="00BD480F">
      <w:pPr>
        <w:pStyle w:val="KeinLeerraum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Lehrgang</w:t>
      </w:r>
      <w:r w:rsidRPr="00E945E6">
        <w:rPr>
          <w:rFonts w:ascii="Arial" w:hAnsi="Arial" w:cs="Arial"/>
          <w:b/>
          <w:sz w:val="36"/>
        </w:rPr>
        <w:t>:</w:t>
      </w:r>
      <w:r w:rsidRPr="00E945E6">
        <w:rPr>
          <w:rFonts w:ascii="Arial" w:hAnsi="Arial" w:cs="Arial"/>
          <w:b/>
          <w:sz w:val="36"/>
        </w:rPr>
        <w:tab/>
      </w:r>
      <w:r w:rsidRPr="00E945E6">
        <w:rPr>
          <w:rFonts w:ascii="Arial" w:hAnsi="Arial" w:cs="Arial"/>
          <w:b/>
          <w:sz w:val="36"/>
        </w:rPr>
        <w:tab/>
      </w:r>
      <w:r w:rsidRPr="00E945E6">
        <w:rPr>
          <w:rFonts w:ascii="Arial" w:hAnsi="Arial" w:cs="Arial"/>
          <w:b/>
          <w:sz w:val="36"/>
        </w:rPr>
        <w:tab/>
      </w:r>
      <w:r>
        <w:rPr>
          <w:rFonts w:ascii="Arial" w:hAnsi="Arial" w:cs="Arial"/>
          <w:b/>
          <w:sz w:val="36"/>
        </w:rPr>
        <w:t>ABC- Einsatz</w:t>
      </w:r>
    </w:p>
    <w:p w:rsidR="00BD480F" w:rsidRPr="00E23EE9" w:rsidRDefault="00BD480F" w:rsidP="00BD480F">
      <w:pPr>
        <w:pStyle w:val="KeinLeerraum"/>
        <w:rPr>
          <w:rFonts w:ascii="Arial" w:hAnsi="Arial" w:cs="Arial"/>
        </w:rPr>
      </w:pP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Thema: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Übungseinsatz C Kennzeichnung</w:t>
      </w: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Ausbildung: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praktisch </w:t>
      </w: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Stundenplan: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90 min </w:t>
      </w:r>
      <w:r>
        <w:rPr>
          <w:rFonts w:ascii="Arial" w:hAnsi="Arial" w:cs="Arial"/>
        </w:rPr>
        <w:t>(2</w:t>
      </w:r>
      <w:r w:rsidRPr="00637F45">
        <w:rPr>
          <w:rFonts w:ascii="Arial" w:hAnsi="Arial" w:cs="Arial"/>
        </w:rPr>
        <w:t xml:space="preserve"> Unterrichtsstunde)</w:t>
      </w: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r w:rsidRPr="00CD0615">
        <w:rPr>
          <w:rFonts w:ascii="Arial" w:hAnsi="Arial" w:cs="Arial"/>
          <w:sz w:val="24"/>
        </w:rPr>
        <w:t>Quelle:</w:t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FwDV</w:t>
      </w:r>
      <w:proofErr w:type="spellEnd"/>
      <w:r>
        <w:rPr>
          <w:rFonts w:ascii="Arial" w:hAnsi="Arial" w:cs="Arial"/>
          <w:sz w:val="24"/>
        </w:rPr>
        <w:t xml:space="preserve"> 2/ </w:t>
      </w:r>
      <w:proofErr w:type="spellStart"/>
      <w:r>
        <w:rPr>
          <w:rFonts w:ascii="Arial" w:hAnsi="Arial" w:cs="Arial"/>
          <w:sz w:val="24"/>
        </w:rPr>
        <w:t>FwDV</w:t>
      </w:r>
      <w:proofErr w:type="spellEnd"/>
      <w:r>
        <w:rPr>
          <w:rFonts w:ascii="Arial" w:hAnsi="Arial" w:cs="Arial"/>
          <w:sz w:val="24"/>
        </w:rPr>
        <w:t xml:space="preserve"> 500/ eigene Unterlagen</w:t>
      </w: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Ausbilder: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3</w:t>
      </w:r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  <w:bookmarkStart w:id="0" w:name="_GoBack"/>
      <w:bookmarkEnd w:id="0"/>
    </w:p>
    <w:p w:rsidR="00BD480F" w:rsidRDefault="00BD480F" w:rsidP="00BD480F">
      <w:pPr>
        <w:pStyle w:val="KeinLeerraum"/>
        <w:rPr>
          <w:rFonts w:ascii="Arial" w:hAnsi="Arial" w:cs="Arial"/>
          <w:sz w:val="24"/>
        </w:rPr>
      </w:pPr>
    </w:p>
    <w:p w:rsidR="00BD480F" w:rsidRPr="00394937" w:rsidRDefault="00BD480F" w:rsidP="00BD480F">
      <w:pPr>
        <w:pStyle w:val="KeinLeerraum"/>
        <w:rPr>
          <w:rFonts w:ascii="Arial" w:hAnsi="Arial" w:cs="Arial"/>
          <w:b/>
          <w:sz w:val="24"/>
        </w:rPr>
      </w:pPr>
      <w:r w:rsidRPr="00394937">
        <w:rPr>
          <w:rFonts w:ascii="Arial" w:hAnsi="Arial" w:cs="Arial"/>
          <w:b/>
          <w:sz w:val="24"/>
        </w:rPr>
        <w:t>Übung 1. Kesselwagen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480F" w:rsidTr="00DB1C0B">
        <w:tc>
          <w:tcPr>
            <w:tcW w:w="9627" w:type="dxa"/>
          </w:tcPr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F0A1D" wp14:editId="7653E348">
                      <wp:simplePos x="0" y="0"/>
                      <wp:positionH relativeFrom="column">
                        <wp:posOffset>5127625</wp:posOffset>
                      </wp:positionH>
                      <wp:positionV relativeFrom="paragraph">
                        <wp:posOffset>83185</wp:posOffset>
                      </wp:positionV>
                      <wp:extent cx="723569" cy="206734"/>
                      <wp:effectExtent l="0" t="0" r="19685" b="2222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569" cy="2067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D480F" w:rsidRPr="00D44071" w:rsidRDefault="00BD480F" w:rsidP="00BD480F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9F0A1D" id="Rechteck 1" o:spid="_x0000_s1026" style="position:absolute;margin-left:403.75pt;margin-top:6.55pt;width:56.95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" fillcolor="#ffc000" strokecolor="black [3213]" strokeweight="1.5pt">
                      <v:textbox inset=",0,,0">
                        <w:txbxContent>
                          <w:p w:rsidR="00BD480F" w:rsidRPr="00D44071" w:rsidRDefault="00BD480F" w:rsidP="00BD480F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83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94937">
              <w:rPr>
                <w:rFonts w:ascii="Arial" w:hAnsi="Arial" w:cs="Arial"/>
                <w:b/>
                <w:sz w:val="24"/>
              </w:rPr>
              <w:t>Lage:</w:t>
            </w:r>
            <w:r>
              <w:rPr>
                <w:rFonts w:ascii="Arial" w:hAnsi="Arial" w:cs="Arial"/>
                <w:sz w:val="24"/>
              </w:rPr>
              <w:t xml:space="preserve"> Kesselwagen mit Flüssigkeitsaustritt</w:t>
            </w:r>
          </w:p>
          <w:p w:rsidR="00BD480F" w:rsidRPr="00D44071" w:rsidRDefault="00BD480F" w:rsidP="00BD480F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433ED1" wp14:editId="2DCD7C9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118082</wp:posOffset>
                      </wp:positionV>
                      <wp:extent cx="723569" cy="206734"/>
                      <wp:effectExtent l="0" t="0" r="19685" b="2222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569" cy="2067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D480F" w:rsidRPr="00D44071" w:rsidRDefault="00BD480F" w:rsidP="00BD480F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2789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433ED1" id="Rechteck 2" o:spid="_x0000_s1027" style="position:absolute;left:0;text-align:left;margin-left:403.15pt;margin-top:9.3pt;width:56.95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" fillcolor="#ffc000" strokecolor="windowText" strokeweight="1.5pt">
                      <v:textbox inset=",0,,0">
                        <w:txbxContent>
                          <w:p w:rsidR="00BD480F" w:rsidRPr="00D44071" w:rsidRDefault="00BD480F" w:rsidP="00BD480F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2789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</w:rPr>
              <w:t xml:space="preserve">1 Person betroffen nicht bei Bewusstsein </w:t>
            </w:r>
          </w:p>
          <w:p w:rsidR="00BD480F" w:rsidRPr="00E8001C" w:rsidRDefault="00BD480F" w:rsidP="00BD480F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E8001C">
              <w:rPr>
                <w:rFonts w:ascii="Arial" w:hAnsi="Arial" w:cs="Arial"/>
                <w:sz w:val="24"/>
              </w:rPr>
              <w:t xml:space="preserve">Flüssigkeit (Eisessig(100% Essigsäure)) tritt in ca. 2m Höhe auf </w:t>
            </w:r>
            <w:r>
              <w:rPr>
                <w:rFonts w:ascii="Arial" w:hAnsi="Arial" w:cs="Arial"/>
                <w:sz w:val="24"/>
              </w:rPr>
              <w:br/>
            </w:r>
            <w:r w:rsidRPr="00E8001C">
              <w:rPr>
                <w:rFonts w:ascii="Arial" w:hAnsi="Arial" w:cs="Arial"/>
                <w:sz w:val="24"/>
              </w:rPr>
              <w:t>der Rückseite aus dem Kesselwagen aus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BD480F" w:rsidRPr="00D44071" w:rsidRDefault="00BD480F" w:rsidP="00DB1C0B">
            <w:pPr>
              <w:pStyle w:val="KeinLeerraum"/>
              <w:ind w:left="720"/>
              <w:rPr>
                <w:rFonts w:ascii="Arial" w:hAnsi="Arial" w:cs="Arial"/>
                <w:sz w:val="24"/>
              </w:rPr>
            </w:pPr>
            <w:r w:rsidRPr="00B26AC5">
              <w:rPr>
                <w:rFonts w:ascii="Arial" w:eastAsia="Times New Roman" w:hAnsi="Arial" w:cs="Arial"/>
                <w:noProof/>
                <w:sz w:val="24"/>
                <w:lang w:eastAsia="de-DE"/>
              </w:rPr>
              <w:drawing>
                <wp:inline distT="0" distB="0" distL="0" distR="0" wp14:anchorId="3F3099B2" wp14:editId="46852565">
                  <wp:extent cx="3466769" cy="1638990"/>
                  <wp:effectExtent l="0" t="0" r="635" b="0"/>
                  <wp:docPr id="9" name="Grafik 9" descr="\\Data-NABK-CE.LV.ads.niedersachsen.de\NABK-Home$\Wanckel-Enrico\Desktop\Bilder ABC\20161013_151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Data-NABK-CE.LV.ads.niedersachsen.de\NABK-Home$\Wanckel-Enrico\Desktop\Bilder ABC\20161013_151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538" cy="164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80F" w:rsidTr="00DB1C0B">
        <w:tc>
          <w:tcPr>
            <w:tcW w:w="9627" w:type="dxa"/>
          </w:tcPr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  <w:sz w:val="24"/>
              </w:rPr>
              <w:t>Ablauf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Einteilung der Teilnehmer</w:t>
            </w:r>
          </w:p>
          <w:p w:rsidR="00BD480F" w:rsidRPr="006A707E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Einweisung in Lage</w:t>
            </w:r>
          </w:p>
        </w:tc>
      </w:tr>
      <w:tr w:rsidR="00BD480F" w:rsidTr="00DB1C0B">
        <w:tc>
          <w:tcPr>
            <w:tcW w:w="9627" w:type="dxa"/>
          </w:tcPr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  <w:sz w:val="24"/>
              </w:rPr>
              <w:t>Maßnahmen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</w:rPr>
              <w:t>HLF</w:t>
            </w:r>
            <w:r w:rsidRPr="00394937">
              <w:rPr>
                <w:rFonts w:ascii="Arial" w:hAnsi="Arial" w:cs="Arial"/>
                <w:b/>
                <w:sz w:val="20"/>
              </w:rPr>
              <w:t xml:space="preserve"> </w:t>
            </w:r>
            <w:r w:rsidRPr="00394937">
              <w:rPr>
                <w:rFonts w:ascii="Arial" w:hAnsi="Arial" w:cs="Arial"/>
                <w:b/>
              </w:rPr>
              <w:t>10</w:t>
            </w:r>
            <w:r w:rsidRPr="003949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(Stärke 1/7) (Ausbilder 1)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GAMS 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Aufbau Not-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3- </w:t>
            </w:r>
            <w:proofErr w:type="spellStart"/>
            <w:r>
              <w:rPr>
                <w:rFonts w:ascii="Arial" w:hAnsi="Arial" w:cs="Arial"/>
                <w:sz w:val="24"/>
              </w:rPr>
              <w:t>facher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Brandschutz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A-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zur MR mit </w:t>
            </w:r>
            <w:proofErr w:type="spellStart"/>
            <w:r>
              <w:rPr>
                <w:rFonts w:ascii="Arial" w:hAnsi="Arial" w:cs="Arial"/>
                <w:sz w:val="24"/>
              </w:rPr>
              <w:t>Spineboard</w:t>
            </w:r>
            <w:proofErr w:type="spellEnd"/>
            <w:r>
              <w:rPr>
                <w:rFonts w:ascii="Arial" w:hAnsi="Arial" w:cs="Arial"/>
                <w:sz w:val="24"/>
              </w:rPr>
              <w:t>/ Feuerlöscher/ Flüssigkeitsschutzhandschuhe</w:t>
            </w:r>
          </w:p>
          <w:p w:rsidR="00BD480F" w:rsidRPr="00394937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W-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(Sicherheitstrupp)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color w:val="FF0000"/>
                <w:sz w:val="24"/>
              </w:rPr>
              <w:t>Achtung:</w:t>
            </w:r>
            <w:r>
              <w:rPr>
                <w:rFonts w:ascii="Arial" w:hAnsi="Arial" w:cs="Arial"/>
                <w:sz w:val="24"/>
              </w:rPr>
              <w:t xml:space="preserve"> Die Maßnahmen die das HLF trifft werden durch den Ausbilder für alle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Teilnehmer erläutert! (Phase 1.)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</w:rPr>
              <w:t>ABC- Zug</w:t>
            </w:r>
            <w:r w:rsidRPr="003949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(Ausbilder 1 </w:t>
            </w:r>
            <w:proofErr w:type="spellStart"/>
            <w:r>
              <w:rPr>
                <w:rFonts w:ascii="Arial" w:hAnsi="Arial" w:cs="Arial"/>
                <w:sz w:val="24"/>
              </w:rPr>
              <w:t>ZgFhr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+ 2 Koordinierung)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Aufbau Standard-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3 (CSA) zur Erkundung/ abdichten  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3 (CSA)  Sicherheitstrupp/ im Verlauf abdichten Leckage evtl. Umpumpen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3 (CSA)  Sicherheitstrupp</w:t>
            </w:r>
          </w:p>
          <w:p w:rsidR="00BD480F" w:rsidRDefault="00BD480F" w:rsidP="00DB1C0B">
            <w:pPr>
              <w:pStyle w:val="KeinLeerraum"/>
              <w:ind w:left="3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Betrieb Standard-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2 (Baumwollanzüge, rot) ABEK- Filter/ Helm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Aufbau Geräteübergabe an der Not-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Geeignete Materialien vom GWG nach Beständigkeitsliste: </w:t>
            </w:r>
          </w:p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V2A, V4A- Stahl (Transportfass oder ELRO- Fass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ELRO- Schlauchpumpe mit </w:t>
            </w:r>
            <w:proofErr w:type="spellStart"/>
            <w:r>
              <w:rPr>
                <w:rFonts w:ascii="Arial" w:hAnsi="Arial" w:cs="Arial"/>
                <w:sz w:val="24"/>
              </w:rPr>
              <w:t>Hypalon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Förderschlauch</w:t>
            </w:r>
          </w:p>
        </w:tc>
      </w:tr>
      <w:tr w:rsidR="00BD480F" w:rsidTr="00DB1C0B">
        <w:tc>
          <w:tcPr>
            <w:tcW w:w="9627" w:type="dxa"/>
          </w:tcPr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  <w:sz w:val="24"/>
              </w:rPr>
              <w:lastRenderedPageBreak/>
              <w:t>Vorbereitung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Beschilderung Kesselwagen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Übungspuppe hinlegen </w:t>
            </w:r>
          </w:p>
          <w:p w:rsidR="00BD480F" w:rsidRDefault="00BD480F" w:rsidP="00BD480F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Wasserversorgung anschließen</w:t>
            </w:r>
          </w:p>
        </w:tc>
      </w:tr>
      <w:tr w:rsidR="00BD480F" w:rsidTr="00DB1C0B">
        <w:tc>
          <w:tcPr>
            <w:tcW w:w="9627" w:type="dxa"/>
          </w:tcPr>
          <w:p w:rsidR="00BD480F" w:rsidRDefault="00BD480F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394937">
              <w:rPr>
                <w:rFonts w:ascii="Arial" w:hAnsi="Arial" w:cs="Arial"/>
                <w:b/>
                <w:sz w:val="24"/>
              </w:rPr>
              <w:t>Fahrzeuge</w:t>
            </w:r>
            <w:r>
              <w:rPr>
                <w:rFonts w:ascii="Arial" w:hAnsi="Arial" w:cs="Arial"/>
                <w:sz w:val="24"/>
              </w:rPr>
              <w:t>: GW- G; AB- AS; HLF 10</w:t>
            </w:r>
          </w:p>
        </w:tc>
      </w:tr>
    </w:tbl>
    <w:p w:rsidR="00FA6CF5" w:rsidRPr="00BD480F" w:rsidRDefault="00FA6CF5" w:rsidP="00BD480F"/>
    <w:sectPr w:rsidR="00FA6CF5" w:rsidRPr="00BD480F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Übungseinsätze 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F719BE"/>
    <w:multiLevelType w:val="hybridMultilevel"/>
    <w:tmpl w:val="39EC9804"/>
    <w:lvl w:ilvl="0" w:tplc="F11A0D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1449E2"/>
    <w:multiLevelType w:val="hybridMultilevel"/>
    <w:tmpl w:val="8C7A892C"/>
    <w:lvl w:ilvl="0" w:tplc="882A45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7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16"/>
  </w:num>
  <w:num w:numId="5">
    <w:abstractNumId w:val="14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19"/>
  </w:num>
  <w:num w:numId="13">
    <w:abstractNumId w:val="6"/>
  </w:num>
  <w:num w:numId="14">
    <w:abstractNumId w:val="21"/>
  </w:num>
  <w:num w:numId="15">
    <w:abstractNumId w:val="17"/>
  </w:num>
  <w:num w:numId="16">
    <w:abstractNumId w:val="0"/>
  </w:num>
  <w:num w:numId="17">
    <w:abstractNumId w:val="15"/>
  </w:num>
  <w:num w:numId="18">
    <w:abstractNumId w:val="8"/>
  </w:num>
  <w:num w:numId="19">
    <w:abstractNumId w:val="20"/>
  </w:num>
  <w:num w:numId="20">
    <w:abstractNumId w:val="18"/>
  </w:num>
  <w:num w:numId="21">
    <w:abstractNumId w:val="13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044DA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D480F"/>
    <w:rsid w:val="00BF01C0"/>
    <w:rsid w:val="00C048C8"/>
    <w:rsid w:val="00C76EC2"/>
    <w:rsid w:val="00C929F7"/>
    <w:rsid w:val="00C930DE"/>
    <w:rsid w:val="00D02572"/>
    <w:rsid w:val="00D12029"/>
    <w:rsid w:val="00D550DB"/>
    <w:rsid w:val="00D75E37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44D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7F737-63D5-4287-AE97-6AA356A9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6662E1C.dotm</Template>
  <TotalTime>0</TotalTime>
  <Pages>2</Pages>
  <Words>197</Words>
  <Characters>1248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2017-03-26T10:49:00Z</dcterms:created>
  <dcterms:modified xsi:type="dcterms:W3CDTF">2017-03-26T10:49:00Z</dcterms:modified>
</cp:coreProperties>
</file>